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5A" w:rsidRPr="007523ED" w:rsidRDefault="00F10D5A" w:rsidP="007523ED">
      <w:pPr>
        <w:widowControl/>
        <w:jc w:val="center"/>
        <w:outlineLvl w:val="0"/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</w:pPr>
      <w:r w:rsidRPr="007523ED"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  <w:t>23</w:t>
      </w:r>
      <w:r w:rsidRPr="007523ED">
        <w:rPr>
          <w:rFonts w:ascii="Segoe UI" w:hAnsi="Segoe UI" w:cs="Segoe UI" w:hint="eastAsia"/>
          <w:b/>
          <w:bCs/>
          <w:color w:val="363737"/>
          <w:kern w:val="36"/>
          <w:sz w:val="33"/>
          <w:szCs w:val="33"/>
        </w:rPr>
        <w:t>个白手起家的创业故事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想</w:t>
      </w:r>
      <w:hyperlink r:id="rId4" w:tgtFrame="_blank" w:history="1">
        <w:r w:rsidRPr="007523ED">
          <w:rPr>
            <w:rFonts w:ascii="Segoe UI" w:hAnsi="Segoe UI" w:cs="Segoe UI" w:hint="eastAsia"/>
            <w:color w:val="0841D6"/>
            <w:kern w:val="0"/>
            <w:szCs w:val="21"/>
            <w:u w:val="single"/>
          </w:rPr>
          <w:t>创业</w:t>
        </w:r>
      </w:hyperlink>
      <w:r w:rsidRPr="007523ED">
        <w:rPr>
          <w:rFonts w:ascii="Segoe UI" w:hAnsi="Segoe UI" w:cs="Segoe UI" w:hint="eastAsia"/>
          <w:color w:val="2A2A2A"/>
          <w:kern w:val="0"/>
          <w:szCs w:val="21"/>
        </w:rPr>
        <w:t>的小伙伴赶紧收藏起来，多看看，每看一遍都会给你不一样的启示，不信你试试哟！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复制别人的项目赚钱。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一种手机充值卡买</w:t>
      </w:r>
      <w:r w:rsidRPr="007523ED">
        <w:rPr>
          <w:rFonts w:ascii="Segoe UI" w:hAnsi="Segoe UI" w:cs="Segoe UI"/>
          <w:color w:val="2A2A2A"/>
          <w:kern w:val="0"/>
          <w:szCs w:val="21"/>
        </w:rPr>
        <w:t>100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元送</w:t>
      </w:r>
      <w:r w:rsidRPr="007523ED">
        <w:rPr>
          <w:rFonts w:ascii="Segoe UI" w:hAnsi="Segoe UI" w:cs="Segoe UI"/>
          <w:color w:val="2A2A2A"/>
          <w:kern w:val="0"/>
          <w:szCs w:val="21"/>
        </w:rPr>
        <w:t>100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元的，打电话很便宜，但只能打电话，不能发短信。非常吸引消费者。每张卡可以赚</w:t>
      </w:r>
      <w:r w:rsidRPr="007523ED">
        <w:rPr>
          <w:rFonts w:ascii="Segoe UI" w:hAnsi="Segoe UI" w:cs="Segoe UI"/>
          <w:color w:val="2A2A2A"/>
          <w:kern w:val="0"/>
          <w:szCs w:val="21"/>
        </w:rPr>
        <w:t>8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元，</w:t>
      </w:r>
      <w:r w:rsidRPr="007523ED">
        <w:rPr>
          <w:rFonts w:ascii="Segoe UI" w:hAnsi="Segoe UI" w:cs="Segoe UI"/>
          <w:color w:val="2A2A2A"/>
          <w:kern w:val="0"/>
          <w:szCs w:val="21"/>
        </w:rPr>
        <w:t>1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个小时能卖</w:t>
      </w:r>
      <w:r w:rsidRPr="007523ED">
        <w:rPr>
          <w:rFonts w:ascii="Segoe UI" w:hAnsi="Segoe UI" w:cs="Segoe UI"/>
          <w:color w:val="2A2A2A"/>
          <w:kern w:val="0"/>
          <w:szCs w:val="21"/>
        </w:rPr>
        <w:t>30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张，如果帮他卖，每张只需提成</w:t>
      </w:r>
      <w:r w:rsidRPr="007523ED">
        <w:rPr>
          <w:rFonts w:ascii="Segoe UI" w:hAnsi="Segoe UI" w:cs="Segoe UI"/>
          <w:color w:val="2A2A2A"/>
          <w:kern w:val="0"/>
          <w:szCs w:val="21"/>
        </w:rPr>
        <w:t>5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元。卖出去</w:t>
      </w:r>
      <w:r w:rsidRPr="007523ED">
        <w:rPr>
          <w:rFonts w:ascii="Segoe UI" w:hAnsi="Segoe UI" w:cs="Segoe UI"/>
          <w:color w:val="2A2A2A"/>
          <w:kern w:val="0"/>
          <w:szCs w:val="21"/>
        </w:rPr>
        <w:t>100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来张，就轻轻松松赚了</w:t>
      </w:r>
      <w:r w:rsidRPr="007523ED">
        <w:rPr>
          <w:rFonts w:ascii="Segoe UI" w:hAnsi="Segoe UI" w:cs="Segoe UI"/>
          <w:color w:val="2A2A2A"/>
          <w:kern w:val="0"/>
          <w:szCs w:val="21"/>
        </w:rPr>
        <w:t>500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2.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借</w:t>
      </w:r>
      <w:hyperlink r:id="rId5" w:tgtFrame="_blank" w:history="1">
        <w:r w:rsidRPr="007523ED">
          <w:rPr>
            <w:rFonts w:ascii="Segoe UI" w:hAnsi="Segoe UI" w:cs="Segoe UI" w:hint="eastAsia"/>
            <w:color w:val="0841D6"/>
            <w:kern w:val="0"/>
            <w:szCs w:val="21"/>
            <w:u w:val="single"/>
          </w:rPr>
          <w:t>开店</w:t>
        </w:r>
      </w:hyperlink>
      <w:r w:rsidRPr="007523ED">
        <w:rPr>
          <w:rFonts w:ascii="Segoe UI" w:hAnsi="Segoe UI" w:cs="Segoe UI" w:hint="eastAsia"/>
          <w:color w:val="2A2A2A"/>
          <w:kern w:val="0"/>
          <w:szCs w:val="21"/>
        </w:rPr>
        <w:t>人的货为自己赚钱。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几个同样开鸭脖店的老板，大家生意都不好做。可以先卖货后付款。自己跑跑腿上各大网吧去卖鸭脖、鸭腿、鸭肠等等，每个网吧卖出去</w:t>
      </w:r>
      <w:r w:rsidRPr="007523ED">
        <w:rPr>
          <w:rFonts w:ascii="Segoe UI" w:hAnsi="Segoe UI" w:cs="Segoe UI"/>
          <w:color w:val="2A2A2A"/>
          <w:kern w:val="0"/>
          <w:szCs w:val="21"/>
        </w:rPr>
        <w:t>20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个鸭腿，就能挣</w:t>
      </w:r>
      <w:r w:rsidRPr="007523ED">
        <w:rPr>
          <w:rFonts w:ascii="Segoe UI" w:hAnsi="Segoe UI" w:cs="Segoe UI"/>
          <w:color w:val="2A2A2A"/>
          <w:kern w:val="0"/>
          <w:szCs w:val="21"/>
        </w:rPr>
        <w:t>40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元，给老板分</w:t>
      </w:r>
      <w:r w:rsidRPr="007523ED">
        <w:rPr>
          <w:rFonts w:ascii="Segoe UI" w:hAnsi="Segoe UI" w:cs="Segoe UI"/>
          <w:color w:val="2A2A2A"/>
          <w:kern w:val="0"/>
          <w:szCs w:val="21"/>
        </w:rPr>
        <w:t>10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元，还剩</w:t>
      </w:r>
      <w:r w:rsidRPr="007523ED">
        <w:rPr>
          <w:rFonts w:ascii="Segoe UI" w:hAnsi="Segoe UI" w:cs="Segoe UI"/>
          <w:color w:val="2A2A2A"/>
          <w:kern w:val="0"/>
          <w:szCs w:val="21"/>
        </w:rPr>
        <w:t>30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元。一天跑</w:t>
      </w:r>
      <w:r w:rsidRPr="007523ED">
        <w:rPr>
          <w:rFonts w:ascii="Segoe UI" w:hAnsi="Segoe UI" w:cs="Segoe UI"/>
          <w:color w:val="2A2A2A"/>
          <w:kern w:val="0"/>
          <w:szCs w:val="21"/>
        </w:rPr>
        <w:t>10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家网吧，也能赚</w:t>
      </w:r>
      <w:r w:rsidRPr="007523ED">
        <w:rPr>
          <w:rFonts w:ascii="Segoe UI" w:hAnsi="Segoe UI" w:cs="Segoe UI"/>
          <w:color w:val="2A2A2A"/>
          <w:kern w:val="0"/>
          <w:szCs w:val="21"/>
        </w:rPr>
        <w:t>300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百元。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3.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不花钱卖土豆，一天就赚</w:t>
      </w:r>
      <w:r w:rsidRPr="007523ED">
        <w:rPr>
          <w:rFonts w:ascii="Segoe UI" w:hAnsi="Segoe UI" w:cs="Segoe UI"/>
          <w:color w:val="2A2A2A"/>
          <w:kern w:val="0"/>
          <w:szCs w:val="21"/>
        </w:rPr>
        <w:t>10000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多元。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去菜市场发现土豆居然</w:t>
      </w:r>
      <w:r w:rsidRPr="007523ED">
        <w:rPr>
          <w:rFonts w:ascii="Segoe UI" w:hAnsi="Segoe UI" w:cs="Segoe UI"/>
          <w:color w:val="2A2A2A"/>
          <w:kern w:val="0"/>
          <w:szCs w:val="21"/>
        </w:rPr>
        <w:t>2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元一斤，而且口感也不是很好。在他老家每斤还卖不到</w:t>
      </w:r>
      <w:r w:rsidRPr="007523ED">
        <w:rPr>
          <w:rFonts w:ascii="Segoe UI" w:hAnsi="Segoe UI" w:cs="Segoe UI"/>
          <w:color w:val="2A2A2A"/>
          <w:kern w:val="0"/>
          <w:szCs w:val="21"/>
        </w:rPr>
        <w:t>3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毛钱，他邮寄了</w:t>
      </w:r>
      <w:r w:rsidRPr="007523ED">
        <w:rPr>
          <w:rFonts w:ascii="Segoe UI" w:hAnsi="Segoe UI" w:cs="Segoe UI"/>
          <w:color w:val="2A2A2A"/>
          <w:kern w:val="0"/>
          <w:szCs w:val="21"/>
        </w:rPr>
        <w:t>1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袋土豆，请菜市场的老板回家炒菜吃，因为淀粉比较多，吃起来味道比较好，于是签了进货合同。小伙回家雇车收购了一车土豆，都答应先卖出去等回来再结款。一天时间，就把这一车土豆卖出去了。挣了</w:t>
      </w:r>
      <w:r w:rsidRPr="007523ED">
        <w:rPr>
          <w:rFonts w:ascii="Segoe UI" w:hAnsi="Segoe UI" w:cs="Segoe UI"/>
          <w:color w:val="2A2A2A"/>
          <w:kern w:val="0"/>
          <w:szCs w:val="21"/>
        </w:rPr>
        <w:t>10000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多元。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4.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利用餐饮行业的空档赚钱</w:t>
      </w:r>
      <w:r w:rsidRPr="007523ED">
        <w:rPr>
          <w:rFonts w:ascii="Segoe UI" w:hAnsi="Segoe UI" w:cs="Segoe UI"/>
          <w:color w:val="2A2A2A"/>
          <w:kern w:val="0"/>
          <w:szCs w:val="21"/>
        </w:rPr>
        <w:t>!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中餐馆是不做早餐的，每天付出一定的租金，每天早上五点到九点半，把这间店面出租下，第二步去找愿意供应豆浆、包子之类早餐的商家，价销售各类早餐，做好这一家之后，又另外找了一家老板合作，如果能承包了五家餐馆的早餐销售。你就可以轻松赚钱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6.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技术、客户，赚两头。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要善于观察和发现商机，比如房产中介、保险公司等单位职工喜欢穿西服穿衬衫</w:t>
      </w:r>
      <w:r w:rsidRPr="007523ED">
        <w:rPr>
          <w:rFonts w:ascii="Segoe UI" w:hAnsi="Segoe UI" w:cs="Segoe UI"/>
          <w:color w:val="2A2A2A"/>
          <w:kern w:val="0"/>
          <w:szCs w:val="21"/>
        </w:rPr>
        <w:t>?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你找一家裁缝店做西装，然后你去各单位谈谈西服定做的事宜。同时是不是应该再来一双皮鞋</w:t>
      </w:r>
      <w:r w:rsidRPr="007523ED">
        <w:rPr>
          <w:rFonts w:ascii="Segoe UI" w:hAnsi="Segoe UI" w:cs="Segoe UI"/>
          <w:color w:val="2A2A2A"/>
          <w:kern w:val="0"/>
          <w:szCs w:val="21"/>
        </w:rPr>
        <w:t>?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要不要再来一支上等的鞋油</w:t>
      </w:r>
      <w:r w:rsidRPr="007523ED">
        <w:rPr>
          <w:rFonts w:ascii="Segoe UI" w:hAnsi="Segoe UI" w:cs="Segoe UI"/>
          <w:color w:val="2A2A2A"/>
          <w:kern w:val="0"/>
          <w:szCs w:val="21"/>
        </w:rPr>
        <w:t>?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不需要你投入多少本钱，投入点名片钱而已。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7.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整合资源赚钱。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旅游淡季酒店生意都很差，你可以用帮助老板带来吃饭和住宿的客户，只需免费提供会议场地为条件。然后找保险公司、或者进行户外集训之类活动的单位，以很低的价格卖给培训公司，不仅能为客户公司省钱，而且能帮助酒店带来客源</w:t>
      </w:r>
      <w:r w:rsidRPr="007523ED">
        <w:rPr>
          <w:rFonts w:ascii="Segoe UI" w:hAnsi="Segoe UI" w:cs="Segoe UI"/>
          <w:color w:val="2A2A2A"/>
          <w:kern w:val="0"/>
          <w:szCs w:val="21"/>
        </w:rPr>
        <w:t>!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可以从中赚到中介费。另外城市都有很多餐馆，每个餐馆都需求各种各样的便宜菜</w:t>
      </w:r>
      <w:r w:rsidRPr="007523ED">
        <w:rPr>
          <w:rFonts w:ascii="Segoe UI" w:hAnsi="Segoe UI" w:cs="Segoe UI"/>
          <w:color w:val="2A2A2A"/>
          <w:kern w:val="0"/>
          <w:szCs w:val="21"/>
        </w:rPr>
        <w:t>?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如果将他们要买的菜集中统一采购，你也能从中赚得一定的差价。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8.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通过对接共同需求赚钱。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复印有价值的资料，你的服务信息也在其中，当客户将有价值的资料保存下来，你就有了赚到钱的机会。比印名片，广告好得多。</w:t>
      </w:r>
    </w:p>
    <w:p w:rsidR="00F10D5A" w:rsidRPr="007523ED" w:rsidRDefault="00F10D5A" w:rsidP="007523ED">
      <w:pPr>
        <w:widowControl/>
        <w:jc w:val="center"/>
        <w:outlineLvl w:val="0"/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</w:pPr>
      <w:r w:rsidRPr="007523ED"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  <w:t>23</w:t>
      </w:r>
      <w:r w:rsidRPr="007523ED">
        <w:rPr>
          <w:rFonts w:ascii="Segoe UI" w:hAnsi="Segoe UI" w:cs="Segoe UI" w:hint="eastAsia"/>
          <w:b/>
          <w:bCs/>
          <w:color w:val="363737"/>
          <w:kern w:val="36"/>
          <w:sz w:val="33"/>
          <w:szCs w:val="33"/>
        </w:rPr>
        <w:t>个白手起家的创业故事</w:t>
      </w:r>
      <w:r w:rsidRPr="007523ED"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  <w:t>(2)</w:t>
      </w:r>
    </w:p>
    <w:p w:rsidR="00F10D5A" w:rsidRPr="007523ED" w:rsidRDefault="00F10D5A" w:rsidP="007523ED">
      <w:pPr>
        <w:widowControl/>
        <w:spacing w:line="285" w:lineRule="atLeast"/>
        <w:jc w:val="center"/>
        <w:rPr>
          <w:rFonts w:ascii="Segoe UI" w:hAnsi="Segoe UI" w:cs="Segoe UI"/>
          <w:color w:val="666666"/>
          <w:kern w:val="0"/>
          <w:sz w:val="18"/>
          <w:szCs w:val="18"/>
        </w:rPr>
      </w:pP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>2014-10-22 09:13 </w:t>
      </w:r>
      <w:r w:rsidRPr="007523ED">
        <w:rPr>
          <w:rFonts w:ascii="Segoe UI" w:hAnsi="Segoe UI" w:cs="Segoe UI" w:hint="eastAsia"/>
          <w:color w:val="666666"/>
          <w:kern w:val="0"/>
          <w:sz w:val="18"/>
          <w:szCs w:val="18"/>
        </w:rPr>
        <w:t>浏览</w:t>
      </w: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 xml:space="preserve">: 17051 </w:t>
      </w:r>
      <w:r w:rsidRPr="007523ED">
        <w:rPr>
          <w:rFonts w:ascii="Segoe UI" w:hAnsi="Segoe UI" w:cs="Segoe UI" w:hint="eastAsia"/>
          <w:color w:val="666666"/>
          <w:kern w:val="0"/>
          <w:sz w:val="18"/>
          <w:szCs w:val="18"/>
        </w:rPr>
        <w:t>次</w:t>
      </w: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> </w:t>
      </w:r>
      <w:r w:rsidRPr="007523ED">
        <w:rPr>
          <w:rFonts w:ascii="Segoe UI" w:hAnsi="Segoe UI" w:cs="Segoe UI" w:hint="eastAsia"/>
          <w:color w:val="666666"/>
          <w:kern w:val="0"/>
          <w:sz w:val="18"/>
          <w:szCs w:val="18"/>
        </w:rPr>
        <w:t>来源</w:t>
      </w: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>: </w:t>
      </w:r>
      <w:hyperlink r:id="rId6" w:tgtFrame="_blank" w:history="1">
        <w:r w:rsidRPr="007523ED">
          <w:rPr>
            <w:rFonts w:ascii="Segoe UI" w:hAnsi="Segoe UI" w:cs="Segoe UI" w:hint="eastAsia"/>
            <w:color w:val="1C3D72"/>
            <w:kern w:val="0"/>
            <w:sz w:val="18"/>
            <w:szCs w:val="18"/>
          </w:rPr>
          <w:t>青年创业网</w:t>
        </w:r>
      </w:hyperlink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9.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鸡蛋煮一煮也能年赚千万</w:t>
      </w:r>
      <w:r w:rsidRPr="007523ED">
        <w:rPr>
          <w:rFonts w:ascii="Segoe UI" w:hAnsi="Segoe UI" w:cs="Segoe UI"/>
          <w:color w:val="2A2A2A"/>
          <w:kern w:val="0"/>
          <w:szCs w:val="21"/>
        </w:rPr>
        <w:t>!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温泉煮出来的鸡蛋，非常好吃，有保健功效，包装得很漂亮，是唯一台湾特色。很便宜，</w:t>
      </w:r>
      <w:r w:rsidRPr="007523ED">
        <w:rPr>
          <w:rFonts w:ascii="Segoe UI" w:hAnsi="Segoe UI" w:cs="Segoe UI"/>
          <w:color w:val="2A2A2A"/>
          <w:kern w:val="0"/>
          <w:szCs w:val="21"/>
        </w:rPr>
        <w:t>2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块钱一个，一盒</w:t>
      </w:r>
      <w:r w:rsidRPr="007523ED">
        <w:rPr>
          <w:rFonts w:ascii="Segoe UI" w:hAnsi="Segoe UI" w:cs="Segoe UI"/>
          <w:color w:val="2A2A2A"/>
          <w:kern w:val="0"/>
          <w:szCs w:val="21"/>
        </w:rPr>
        <w:t>20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个才</w:t>
      </w:r>
      <w:r w:rsidRPr="007523ED">
        <w:rPr>
          <w:rFonts w:ascii="Segoe UI" w:hAnsi="Segoe UI" w:cs="Segoe UI"/>
          <w:color w:val="2A2A2A"/>
          <w:kern w:val="0"/>
          <w:szCs w:val="21"/>
        </w:rPr>
        <w:t>40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块钱。是最佳礼品既不降低档次，又这么差异化。送礼品的方法，客户签字后。找一个快递公司帮你寄。所以那些旅游团每天都有人，不是买</w:t>
      </w:r>
      <w:r w:rsidRPr="007523ED">
        <w:rPr>
          <w:rFonts w:ascii="Segoe UI" w:hAnsi="Segoe UI" w:cs="Segoe UI"/>
          <w:color w:val="2A2A2A"/>
          <w:kern w:val="0"/>
          <w:szCs w:val="21"/>
        </w:rPr>
        <w:t>200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个就是买</w:t>
      </w:r>
      <w:r w:rsidRPr="007523ED">
        <w:rPr>
          <w:rFonts w:ascii="Segoe UI" w:hAnsi="Segoe UI" w:cs="Segoe UI"/>
          <w:color w:val="2A2A2A"/>
          <w:kern w:val="0"/>
          <w:szCs w:val="21"/>
        </w:rPr>
        <w:t>300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个，卖鸡蛋半年赚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10.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蛋糕店生意红火的秘密，完全可以引用到其他行业。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买蛋糕关键是如何获取客户的生日信息呢</w:t>
      </w:r>
      <w:r w:rsidRPr="007523ED">
        <w:rPr>
          <w:rFonts w:ascii="Segoe UI" w:hAnsi="Segoe UI" w:cs="Segoe UI"/>
          <w:color w:val="2A2A2A"/>
          <w:kern w:val="0"/>
          <w:szCs w:val="21"/>
        </w:rPr>
        <w:t>?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以商品打折的方式邀请客户，来购买时让他们填写自己家人朋友的生日以及电话姓名，告诉他们填写的好处，如果一天按</w:t>
      </w:r>
      <w:r w:rsidRPr="007523ED">
        <w:rPr>
          <w:rFonts w:ascii="Segoe UI" w:hAnsi="Segoe UI" w:cs="Segoe UI"/>
          <w:color w:val="2A2A2A"/>
          <w:kern w:val="0"/>
          <w:szCs w:val="21"/>
        </w:rPr>
        <w:t>50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个潜在客户来算，一个月下来你将会抓到</w:t>
      </w:r>
      <w:r w:rsidRPr="007523ED">
        <w:rPr>
          <w:rFonts w:ascii="Segoe UI" w:hAnsi="Segoe UI" w:cs="Segoe UI"/>
          <w:color w:val="2A2A2A"/>
          <w:kern w:val="0"/>
          <w:szCs w:val="21"/>
        </w:rPr>
        <w:t>1500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个名单。后面进行促销，生意一定火爆。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11.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精确解剖自己的客户，短期内实现利润暴增。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学生公寓的营销项目，与投资之前的预期相差近</w:t>
      </w:r>
      <w:r w:rsidRPr="007523ED">
        <w:rPr>
          <w:rFonts w:ascii="Segoe UI" w:hAnsi="Segoe UI" w:cs="Segoe UI"/>
          <w:color w:val="2A2A2A"/>
          <w:kern w:val="0"/>
          <w:szCs w:val="21"/>
        </w:rPr>
        <w:t>10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倍。必须进行了一系列的整改，最后重点是手机短信营销。第一次光临的结账时告诉学生：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您今天的运气太好了。获赠完全免费租住的一天，一周内有效。要凭借手机号码作为消费代码。第二步：在该学生真的在一周内来租住时，接着，再告诉学生每介绍一个新客户您都可以获得一天的免费服务。第三步：服务员会按隔三差五的发送手机短信，生日、节日等促销信息、好玩的笑话、有时是励志的名言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12.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边打工边创业。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服装企业现在很多是虚拟经营，只是负责知名品牌产品设计，找服装厂加工成衣，加上品牌标识发往全国的零售终端，也可以客户提供样式，自己负责采购面料和找加工厂，最后交付成衣。一单下来少的几千，多则几万，的确非常惬意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13.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靠</w:t>
      </w:r>
      <w:r w:rsidRPr="007523ED">
        <w:rPr>
          <w:rFonts w:ascii="Segoe UI" w:hAnsi="Segoe UI" w:cs="Segoe UI"/>
          <w:color w:val="2A2A2A"/>
          <w:kern w:val="0"/>
          <w:szCs w:val="21"/>
        </w:rPr>
        <w:t>100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元的名片</w:t>
      </w:r>
      <w:r w:rsidRPr="007523ED">
        <w:rPr>
          <w:rFonts w:ascii="Segoe UI" w:hAnsi="Segoe UI" w:cs="Segoe UI"/>
          <w:color w:val="2A2A2A"/>
          <w:kern w:val="0"/>
          <w:szCs w:val="21"/>
        </w:rPr>
        <w:t>3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天狂赚</w:t>
      </w:r>
      <w:r w:rsidRPr="007523ED">
        <w:rPr>
          <w:rFonts w:ascii="Segoe UI" w:hAnsi="Segoe UI" w:cs="Segoe UI"/>
          <w:color w:val="2A2A2A"/>
          <w:kern w:val="0"/>
          <w:szCs w:val="21"/>
        </w:rPr>
        <w:t>1800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先找了一家巧克力</w:t>
      </w:r>
      <w:r w:rsidRPr="007523ED">
        <w:rPr>
          <w:rFonts w:ascii="Segoe UI" w:hAnsi="Segoe UI" w:cs="Segoe UI"/>
          <w:color w:val="2A2A2A"/>
          <w:kern w:val="0"/>
          <w:szCs w:val="21"/>
        </w:rPr>
        <w:t>DIY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店谈好了合作事宜，能够低价供货。而且能做出各种风格的巧克力，写上各种客户要求的文字，比如宝贝我爱你之类的字，然后他花</w:t>
      </w:r>
      <w:r w:rsidRPr="007523ED">
        <w:rPr>
          <w:rFonts w:ascii="Segoe UI" w:hAnsi="Segoe UI" w:cs="Segoe UI"/>
          <w:color w:val="2A2A2A"/>
          <w:kern w:val="0"/>
          <w:szCs w:val="21"/>
        </w:rPr>
        <w:t>100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元印</w:t>
      </w:r>
      <w:r w:rsidRPr="007523ED">
        <w:rPr>
          <w:rFonts w:ascii="Segoe UI" w:hAnsi="Segoe UI" w:cs="Segoe UI"/>
          <w:color w:val="2A2A2A"/>
          <w:kern w:val="0"/>
          <w:szCs w:val="21"/>
        </w:rPr>
        <w:t>3000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张名片，就是订购电话发放给年轻人，在三天时间把这些名片发放出去，最后收到了五六十个订单，每单赚</w:t>
      </w:r>
      <w:r w:rsidRPr="007523ED">
        <w:rPr>
          <w:rFonts w:ascii="Segoe UI" w:hAnsi="Segoe UI" w:cs="Segoe UI"/>
          <w:color w:val="2A2A2A"/>
          <w:kern w:val="0"/>
          <w:szCs w:val="21"/>
        </w:rPr>
        <w:t>30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元左右，三天狂赚</w:t>
      </w:r>
      <w:r w:rsidRPr="007523ED">
        <w:rPr>
          <w:rFonts w:ascii="Segoe UI" w:hAnsi="Segoe UI" w:cs="Segoe UI"/>
          <w:color w:val="2A2A2A"/>
          <w:kern w:val="0"/>
          <w:szCs w:val="21"/>
        </w:rPr>
        <w:t>1800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16.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利用废品赚十倍以上的利润。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一安徽人专门收旧衣服，以五毛钱一件的价格收下来。然后把衣服洗洗，熨熨，以二十元一件的价格卖到安徽老家乡下，这就是所谓的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尾货处理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15.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如何释放诱饵钓客户。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农村建房子喜欢把外墙面贴上磁砖，一牛人见到盖房子的农户，就先送上两箱磁砖，并告诉是惠农活动，农民自然是收下了，可只有这两箱瓷砖不够啊，扔又舍不得扔，只好继续在这位牛人这里把剩余的瓷砖买齐。然后牛人以很低的供货价，一手赚两头第一个月就赚了八千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16.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利用半真半假的新闻赚钱。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一哥们车子后备箱拉了一大堆各种包拉下来就开始卖，乱七八糟一地。旁边立了很多农民工讨要工资的照片，音响里放着：某某厂老板某某某，吃喝嫖赌，农民工一分钱工资都没有，最后只有撬开仓库，在一个不是很繁华的路段叫卖，围了好大一堆人，统一卖</w:t>
      </w:r>
      <w:r w:rsidRPr="007523ED">
        <w:rPr>
          <w:rFonts w:ascii="Segoe UI" w:hAnsi="Segoe UI" w:cs="Segoe UI"/>
          <w:color w:val="2A2A2A"/>
          <w:kern w:val="0"/>
          <w:szCs w:val="21"/>
        </w:rPr>
        <w:t>30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元，十分钟就卖出去二十件。至少赚三百元，一小时怎么也得过千元。</w:t>
      </w:r>
    </w:p>
    <w:p w:rsidR="00F10D5A" w:rsidRPr="007523ED" w:rsidRDefault="00F10D5A" w:rsidP="007523ED">
      <w:pPr>
        <w:widowControl/>
        <w:jc w:val="center"/>
        <w:outlineLvl w:val="0"/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</w:pPr>
      <w:r w:rsidRPr="007523ED"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  <w:t>23</w:t>
      </w:r>
      <w:r w:rsidRPr="007523ED">
        <w:rPr>
          <w:rFonts w:ascii="Segoe UI" w:hAnsi="Segoe UI" w:cs="Segoe UI" w:hint="eastAsia"/>
          <w:b/>
          <w:bCs/>
          <w:color w:val="363737"/>
          <w:kern w:val="36"/>
          <w:sz w:val="33"/>
          <w:szCs w:val="33"/>
        </w:rPr>
        <w:t>个白手起家的创业故事</w:t>
      </w:r>
      <w:r w:rsidRPr="007523ED">
        <w:rPr>
          <w:rFonts w:ascii="Segoe UI" w:hAnsi="Segoe UI" w:cs="Segoe UI"/>
          <w:b/>
          <w:bCs/>
          <w:color w:val="363737"/>
          <w:kern w:val="36"/>
          <w:sz w:val="33"/>
          <w:szCs w:val="33"/>
        </w:rPr>
        <w:t>(3)</w:t>
      </w:r>
    </w:p>
    <w:p w:rsidR="00F10D5A" w:rsidRPr="007523ED" w:rsidRDefault="00F10D5A" w:rsidP="007523ED">
      <w:pPr>
        <w:widowControl/>
        <w:spacing w:line="285" w:lineRule="atLeast"/>
        <w:jc w:val="center"/>
        <w:rPr>
          <w:rFonts w:ascii="Segoe UI" w:hAnsi="Segoe UI" w:cs="Segoe UI"/>
          <w:color w:val="666666"/>
          <w:kern w:val="0"/>
          <w:sz w:val="18"/>
          <w:szCs w:val="18"/>
        </w:rPr>
      </w:pP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>2014-10-22 09:13 </w:t>
      </w:r>
      <w:r w:rsidRPr="007523ED">
        <w:rPr>
          <w:rFonts w:ascii="Segoe UI" w:hAnsi="Segoe UI" w:cs="Segoe UI" w:hint="eastAsia"/>
          <w:color w:val="666666"/>
          <w:kern w:val="0"/>
          <w:sz w:val="18"/>
          <w:szCs w:val="18"/>
        </w:rPr>
        <w:t>浏览</w:t>
      </w: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 xml:space="preserve">: 17052 </w:t>
      </w:r>
      <w:r w:rsidRPr="007523ED">
        <w:rPr>
          <w:rFonts w:ascii="Segoe UI" w:hAnsi="Segoe UI" w:cs="Segoe UI" w:hint="eastAsia"/>
          <w:color w:val="666666"/>
          <w:kern w:val="0"/>
          <w:sz w:val="18"/>
          <w:szCs w:val="18"/>
        </w:rPr>
        <w:t>次</w:t>
      </w: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> </w:t>
      </w:r>
      <w:r w:rsidRPr="007523ED">
        <w:rPr>
          <w:rFonts w:ascii="Segoe UI" w:hAnsi="Segoe UI" w:cs="Segoe UI" w:hint="eastAsia"/>
          <w:color w:val="666666"/>
          <w:kern w:val="0"/>
          <w:sz w:val="18"/>
          <w:szCs w:val="18"/>
        </w:rPr>
        <w:t>来源</w:t>
      </w:r>
      <w:r w:rsidRPr="007523ED">
        <w:rPr>
          <w:rFonts w:ascii="Segoe UI" w:hAnsi="Segoe UI" w:cs="Segoe UI"/>
          <w:color w:val="666666"/>
          <w:kern w:val="0"/>
          <w:sz w:val="18"/>
          <w:szCs w:val="18"/>
        </w:rPr>
        <w:t>: </w:t>
      </w:r>
      <w:hyperlink r:id="rId7" w:tgtFrame="_blank" w:history="1">
        <w:r w:rsidRPr="007523ED">
          <w:rPr>
            <w:rFonts w:ascii="Segoe UI" w:hAnsi="Segoe UI" w:cs="Segoe UI" w:hint="eastAsia"/>
            <w:color w:val="1C3D72"/>
            <w:kern w:val="0"/>
            <w:sz w:val="18"/>
            <w:szCs w:val="18"/>
          </w:rPr>
          <w:t>青年创业网</w:t>
        </w:r>
      </w:hyperlink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17.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四处借力。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李经纬是一个三流酒厂的厂长。听到一个消息：奥运会需要一种运动饮料。他认为这是一个发大财的好机会。他找到了广东体育科研所的欧阳孝。搞个合作，你研究这个饮料的配方，我组织生产、负责营销，利润咱们分成。有一天，他听到一个消息：亚足联将在广州白天鹅宾馆开会，亚足联的主席将出席这个大会。他跑到深圳百事可乐厂，借了一些空罐子，然后，灌上配好的健力宝，再贴上标签，通过关系就摆上了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亚足联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的会议桌上。请了一个摄影记者帮忙，当亚足联主席一拿起易拉罐想喝的时候，记者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啪啪啪</w:t>
      </w:r>
      <w:r w:rsidRPr="007523ED">
        <w:rPr>
          <w:rFonts w:ascii="Segoe UI" w:hAnsi="Segoe UI" w:cs="Segoe UI"/>
          <w:color w:val="2A2A2A"/>
          <w:kern w:val="0"/>
          <w:szCs w:val="21"/>
        </w:rPr>
        <w:t>……”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来了个连续拍摄，他拿着这些照片大肆宣传，很多经销商都愿意跟他合作，签下了大量的订单。生产健力宝他选中一个饮料厂去加工。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健力宝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就是这样，靠一个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借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字，创下了中国饮料界的第一品牌。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18.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利用媒体销售自己。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要成为策划名流，就必须要让别人知道你，经过媒体的宣传，再把自己卖给社会、卖给消费者。媒体需要有价值的新闻。他决定抓住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人才市场招聘和被招聘平等、不平等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为突破口，来制造一个爆炸性新闻，他搞出了四个创意：一、人才挂牌招聘企业：二、人才自我报价：三、企业向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诸葛亮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求智：四、一个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诸葛亮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可为多家企业服务：他把整理成一份材料，一起抛给了《成都商报》。在头版头条刊登了文章。跟踪报道王奇接二连三，天天占据显要位置。在成都引起了强烈的反响。《华西都市报》的总编也不甘落后，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关于</w:t>
      </w:r>
      <w:r w:rsidRPr="007523ED">
        <w:rPr>
          <w:rFonts w:ascii="Segoe UI" w:hAnsi="Segoe UI" w:cs="Segoe UI"/>
          <w:color w:val="2A2A2A"/>
          <w:kern w:val="0"/>
          <w:szCs w:val="21"/>
        </w:rPr>
        <w:t>'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王奇新闻</w:t>
      </w:r>
      <w:r w:rsidRPr="007523ED">
        <w:rPr>
          <w:rFonts w:ascii="Segoe UI" w:hAnsi="Segoe UI" w:cs="Segoe UI"/>
          <w:color w:val="2A2A2A"/>
          <w:kern w:val="0"/>
          <w:szCs w:val="21"/>
        </w:rPr>
        <w:t>’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的再思考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，并连续报道。王奇一下成了一个名人。很多企业慕名而来，请他出山，请他号脉，请他</w:t>
      </w:r>
      <w:hyperlink r:id="rId8" w:tgtFrame="_blank" w:history="1">
        <w:r w:rsidRPr="007523ED">
          <w:rPr>
            <w:rFonts w:ascii="Segoe UI" w:hAnsi="Segoe UI" w:cs="Segoe UI" w:hint="eastAsia"/>
            <w:color w:val="0841D6"/>
            <w:kern w:val="0"/>
            <w:szCs w:val="21"/>
            <w:u w:val="single"/>
          </w:rPr>
          <w:t>演讲</w:t>
        </w:r>
      </w:hyperlink>
      <w:r w:rsidRPr="007523ED">
        <w:rPr>
          <w:rFonts w:ascii="Segoe UI" w:hAnsi="Segoe UI" w:cs="Segoe UI" w:hint="eastAsia"/>
          <w:color w:val="2A2A2A"/>
          <w:kern w:val="0"/>
          <w:szCs w:val="21"/>
        </w:rPr>
        <w:t>，王奇一下子就打进了策划界，成了策划界的名流。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19.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靠销售起家的必经之路。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温州家家户户都开小工厂，竞争激烈，是老乡关系就可以赊销货。每条牛仔裤批发价只要</w:t>
      </w:r>
      <w:r w:rsidRPr="007523ED">
        <w:rPr>
          <w:rFonts w:ascii="Segoe UI" w:hAnsi="Segoe UI" w:cs="Segoe UI"/>
          <w:color w:val="2A2A2A"/>
          <w:kern w:val="0"/>
          <w:szCs w:val="21"/>
        </w:rPr>
        <w:t>5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块钱，二大包牛仔裤，不到二天的时间，就以低价全卖完了。净赚</w:t>
      </w:r>
      <w:r w:rsidRPr="007523ED">
        <w:rPr>
          <w:rFonts w:ascii="Segoe UI" w:hAnsi="Segoe UI" w:cs="Segoe UI"/>
          <w:color w:val="2A2A2A"/>
          <w:kern w:val="0"/>
          <w:szCs w:val="21"/>
        </w:rPr>
        <w:t>1000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多。干脆做他们在北京的代理，印好了一盒精制的名片，以温州某厂驻京办事处主任的身份，洽谈起业务来。要大干一定要搞批发，他联系了一大批要货的商贩，还挂上了一个搞服装的大老板，包销他的产品。他按照订购的单子，叫厂方把货发到了车站。由于这批货款式新颖、价廉物美，很快就一销而空。他全方位地出击。跟众多的厂家、众多的商家取得联系，只要市场上需要什么服装，他就生产什么服装，他甚至根据市场上摊贩们的需求，把样品寄给厂方，由厂方订做。结果，越做越精、越做越熟、越做越大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20.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一个叫做供应链条接龙的游戏。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阿根廷想采购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万的丁烷气体，图德拉决定去碰碰运气。却碰到了强劲的对手，他精心调查，苦思良策。发现一则消息：阿根廷牛肉过剩，正不惜代价卖掉这些牛肉。他找到阿根廷政府说：如果你买我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万的丁烷，我就买你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万的牛肉，于是当场签了协议。他拿着牛肉的供货单跑到西班牙，那里的造船厂没有订单濒临倒闭。他说如果你买我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万的牛肉，我就在你们的造船厂，打一艘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万的超级油轮。西班牙政府的难题轻而易举地解决了。他返回美国，到费城的石油公司对他们说，如果你们买我在西班牙建造的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万的超级油轮，我就买你们</w:t>
      </w:r>
      <w:r w:rsidRPr="007523ED">
        <w:rPr>
          <w:rFonts w:ascii="Segoe UI" w:hAnsi="Segoe UI" w:cs="Segoe UI"/>
          <w:color w:val="2A2A2A"/>
          <w:kern w:val="0"/>
          <w:szCs w:val="21"/>
        </w:rPr>
        <w:t>2000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万的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丁烷气体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。太阳石油公司见有利可图，就同意了。就这样，图德拉一分不花，空手打进了石油界，从此大发其财。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21.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如何让顾客对我们的产品感兴趣，也就是说如何营销。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陈子昂慷慨付足百万，买下了胡僧的古琴。当看热闹的人围了里三层外三层，准备聆听陈子昂的百万琴音时，他却将古琴摔碎于地道：</w:t>
      </w:r>
      <w:r w:rsidRPr="007523ED">
        <w:rPr>
          <w:rFonts w:ascii="Segoe UI" w:hAnsi="Segoe UI" w:cs="Segoe UI"/>
          <w:color w:val="2A2A2A"/>
          <w:kern w:val="0"/>
          <w:szCs w:val="21"/>
        </w:rPr>
        <w:t>“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我陈子昂的琴艺虽精，但比起我的诗差远了，不信大家可以拿一本回家去看。</w:t>
      </w:r>
      <w:r w:rsidRPr="007523ED">
        <w:rPr>
          <w:rFonts w:ascii="Segoe UI" w:hAnsi="Segoe UI" w:cs="Segoe UI"/>
          <w:color w:val="2A2A2A"/>
          <w:kern w:val="0"/>
          <w:szCs w:val="21"/>
        </w:rPr>
        <w:t>”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说着拿出早已备好的一箱个人诗集。如此声势浩大的炒作，短短几天成了无人不晓的人物。他的诗的确文采卓然非同凡响，于是如愿以偿顺利考中进士。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22.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利用廉价农产品赚钱。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2011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年年底，萝卜价格非常便宜。低到</w:t>
      </w:r>
      <w:r w:rsidRPr="007523ED">
        <w:rPr>
          <w:rFonts w:ascii="Segoe UI" w:hAnsi="Segoe UI" w:cs="Segoe UI"/>
          <w:color w:val="2A2A2A"/>
          <w:kern w:val="0"/>
          <w:szCs w:val="21"/>
        </w:rPr>
        <w:t>6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分钱一斤了，一外地人花一千多元就一次买了十吨，把萝卜加工成萝卜干，在每斤能赚一元的情况下，转手给省会城市的各大酒店和批发市场。有很多农产品，在城里值钱，比如玉米，比如土豆，比如红薯，比如玉米炒一炒，或者做成爆米花再卖，土豆可以煮半熟晒干作为炸薯片，或者提取淀粉。红薯可以提取淀粉。等等，然后再卖到城里，就能产生附加值。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 </w:t>
      </w:r>
    </w:p>
    <w:p w:rsidR="00F10D5A" w:rsidRPr="007523ED" w:rsidRDefault="00F10D5A" w:rsidP="007523ED">
      <w:pPr>
        <w:widowControl/>
        <w:spacing w:after="150"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/>
          <w:color w:val="2A2A2A"/>
          <w:kern w:val="0"/>
          <w:szCs w:val="21"/>
        </w:rPr>
        <w:t>23.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把网上的东西卖到现实中去。</w:t>
      </w:r>
      <w:r w:rsidRPr="007523ED">
        <w:rPr>
          <w:rFonts w:ascii="Segoe UI" w:hAnsi="Segoe UI" w:cs="Segoe UI"/>
          <w:color w:val="2A2A2A"/>
          <w:kern w:val="0"/>
          <w:szCs w:val="21"/>
        </w:rPr>
        <w:br/>
        <w:t> </w:t>
      </w:r>
    </w:p>
    <w:p w:rsidR="00F10D5A" w:rsidRPr="007523ED" w:rsidRDefault="00F10D5A" w:rsidP="007523ED">
      <w:pPr>
        <w:widowControl/>
        <w:spacing w:line="375" w:lineRule="atLeast"/>
        <w:ind w:firstLine="480"/>
        <w:jc w:val="left"/>
        <w:rPr>
          <w:rFonts w:ascii="Segoe UI" w:hAnsi="Segoe UI" w:cs="Segoe UI"/>
          <w:color w:val="2A2A2A"/>
          <w:kern w:val="0"/>
          <w:szCs w:val="21"/>
        </w:rPr>
      </w:pPr>
      <w:r w:rsidRPr="007523ED">
        <w:rPr>
          <w:rFonts w:ascii="Segoe UI" w:hAnsi="Segoe UI" w:cs="Segoe UI" w:hint="eastAsia"/>
          <w:color w:val="2A2A2A"/>
          <w:kern w:val="0"/>
          <w:szCs w:val="21"/>
        </w:rPr>
        <w:t>利用客户对网络的不了解赚钱。以名片为例，现实中一盒覆亚膜名片要十五到二十元，淘宝上只要</w:t>
      </w:r>
      <w:r w:rsidRPr="007523ED">
        <w:rPr>
          <w:rFonts w:ascii="Segoe UI" w:hAnsi="Segoe UI" w:cs="Segoe UI"/>
          <w:color w:val="2A2A2A"/>
          <w:kern w:val="0"/>
          <w:szCs w:val="21"/>
        </w:rPr>
        <w:t>3</w:t>
      </w:r>
      <w:r w:rsidRPr="007523ED">
        <w:rPr>
          <w:rFonts w:ascii="Segoe UI" w:hAnsi="Segoe UI" w:cs="Segoe UI" w:hint="eastAsia"/>
          <w:color w:val="2A2A2A"/>
          <w:kern w:val="0"/>
          <w:szCs w:val="21"/>
        </w:rPr>
        <w:t>元，如果到现实中去联系客户，到淘宝店铺打印。中间赚差价，思路延伸开去，我们还可以印菜单，印海报，印包装盒，印标牌。如果开实体店而且有电脑，可以帮客人充话费，在淘宝上帮他充，一次收费一元，集少成多。</w:t>
      </w:r>
    </w:p>
    <w:p w:rsidR="00F10D5A" w:rsidRPr="007523ED" w:rsidRDefault="00F10D5A">
      <w:bookmarkStart w:id="0" w:name="_GoBack"/>
      <w:bookmarkEnd w:id="0"/>
    </w:p>
    <w:sectPr w:rsidR="00F10D5A" w:rsidRPr="007523ED" w:rsidSect="00B01D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23ED"/>
    <w:rsid w:val="007523ED"/>
    <w:rsid w:val="008C0C47"/>
    <w:rsid w:val="00B01D45"/>
    <w:rsid w:val="00C55C6E"/>
    <w:rsid w:val="00DF1A31"/>
    <w:rsid w:val="00F1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D45"/>
    <w:pPr>
      <w:widowControl w:val="0"/>
      <w:jc w:val="both"/>
    </w:pPr>
  </w:style>
  <w:style w:type="paragraph" w:styleId="Heading1">
    <w:name w:val="heading 1"/>
    <w:basedOn w:val="Normal"/>
    <w:link w:val="Heading1Char"/>
    <w:uiPriority w:val="99"/>
    <w:qFormat/>
    <w:rsid w:val="007523ED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523E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rticle-published">
    <w:name w:val="article-published"/>
    <w:basedOn w:val="DefaultParagraphFont"/>
    <w:uiPriority w:val="99"/>
    <w:rsid w:val="007523E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523ED"/>
    <w:rPr>
      <w:rFonts w:cs="Times New Roman"/>
    </w:rPr>
  </w:style>
  <w:style w:type="character" w:customStyle="1" w:styleId="article-source">
    <w:name w:val="article-source"/>
    <w:basedOn w:val="DefaultParagraphFont"/>
    <w:uiPriority w:val="99"/>
    <w:rsid w:val="007523E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523E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7523E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9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98640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1E4E6"/>
            <w:right w:val="none" w:sz="0" w:space="0" w:color="auto"/>
          </w:divBdr>
        </w:div>
      </w:divsChild>
    </w:div>
    <w:div w:id="155419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98639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1E4E6"/>
            <w:right w:val="none" w:sz="0" w:space="0" w:color="auto"/>
          </w:divBdr>
        </w:div>
      </w:divsChild>
    </w:div>
    <w:div w:id="155419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1E4E6"/>
            <w:right w:val="none" w:sz="0" w:space="0" w:color="auto"/>
          </w:divBdr>
        </w:div>
        <w:div w:id="1554198646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360koucai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qncye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qncye.com/" TargetMode="External"/><Relationship Id="rId5" Type="http://schemas.openxmlformats.org/officeDocument/2006/relationships/hyperlink" Target="http://www.qncye.com/kaidian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qncye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666</Words>
  <Characters>3798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ZhaoYeyun</dc:creator>
  <cp:keywords/>
  <dc:description/>
  <cp:lastModifiedBy>X</cp:lastModifiedBy>
  <cp:revision>2</cp:revision>
  <dcterms:created xsi:type="dcterms:W3CDTF">2015-04-06T04:59:00Z</dcterms:created>
  <dcterms:modified xsi:type="dcterms:W3CDTF">2016-01-11T06:53:00Z</dcterms:modified>
</cp:coreProperties>
</file>